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43EEF6D" w:rsidR="008145D7" w:rsidRDefault="008145D7" w:rsidP="00882E6D">
      <w:pPr>
        <w:spacing w:line="240" w:lineRule="auto"/>
        <w:rPr>
          <w:rFonts w:eastAsia="Calibri" w:cs="Times New Roman"/>
        </w:rPr>
      </w:pPr>
      <w:r w:rsidRPr="00AA5688">
        <w:rPr>
          <w:rFonts w:eastAsia="Times New Roman" w:cs="Times New Roman"/>
          <w:lang w:eastAsia="cs-CZ"/>
        </w:rPr>
        <w:t xml:space="preserve">který podává nabídku </w:t>
      </w:r>
      <w:r w:rsidR="005F06B4" w:rsidRPr="00AA5688">
        <w:t>ve výběrovém řízení na uzavření Rámcové dohody</w:t>
      </w:r>
      <w:r w:rsidRPr="00AA5688"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bookmarkStart w:id="1" w:name="_Hlk158378135"/>
      <w:r w:rsidR="00335148" w:rsidRPr="00AA5688">
        <w:rPr>
          <w:rFonts w:ascii="Verdana" w:hAnsi="Verdana"/>
          <w:b/>
        </w:rPr>
        <w:t>„</w:t>
      </w:r>
      <w:bookmarkEnd w:id="0"/>
      <w:r w:rsidR="00AA5688" w:rsidRPr="00AA5688">
        <w:rPr>
          <w:rFonts w:ascii="Verdana" w:hAnsi="Verdana"/>
          <w:b/>
        </w:rPr>
        <w:t>Dodávka pracovního nářadí pro údržbu ŽDC u OŘ OVA – 2025/2026</w:t>
      </w:r>
      <w:r w:rsidR="00335148" w:rsidRPr="00AA5688">
        <w:rPr>
          <w:rFonts w:ascii="Verdana" w:hAnsi="Verdana"/>
          <w:b/>
        </w:rPr>
        <w:t xml:space="preserve">“ </w:t>
      </w:r>
      <w:r w:rsidR="00335148" w:rsidRPr="00AA5688">
        <w:rPr>
          <w:rFonts w:ascii="Verdana" w:hAnsi="Verdana"/>
        </w:rPr>
        <w:t xml:space="preserve">č.j. </w:t>
      </w:r>
      <w:r w:rsidR="00AA5688" w:rsidRPr="00AA5688">
        <w:rPr>
          <w:rFonts w:ascii="Verdana" w:hAnsi="Verdana"/>
        </w:rPr>
        <w:t>5396</w:t>
      </w:r>
      <w:r w:rsidR="00AA5688">
        <w:rPr>
          <w:rFonts w:ascii="Verdana" w:hAnsi="Verdana"/>
        </w:rPr>
        <w:t>/2025-SŽ-OŘ OVA-NPI</w:t>
      </w:r>
      <w:r w:rsidR="00335148" w:rsidRPr="004E3BAD">
        <w:rPr>
          <w:rFonts w:ascii="Verdana" w:hAnsi="Verdana"/>
        </w:rPr>
        <w:t xml:space="preserve"> 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AA5688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AA5688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AA5688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361A21A4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06B4"/>
    <w:rsid w:val="005F1404"/>
    <w:rsid w:val="005F7C37"/>
    <w:rsid w:val="0061068E"/>
    <w:rsid w:val="0064111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4194F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E4F50"/>
    <w:rsid w:val="009F392E"/>
    <w:rsid w:val="009F7412"/>
    <w:rsid w:val="00A06F33"/>
    <w:rsid w:val="00A6177B"/>
    <w:rsid w:val="00A66136"/>
    <w:rsid w:val="00A8346D"/>
    <w:rsid w:val="00AA4CBB"/>
    <w:rsid w:val="00AA5688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4194F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81</TotalTime>
  <Pages>2</Pages>
  <Words>483</Words>
  <Characters>2852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Vítek Antonín, Ing.</cp:lastModifiedBy>
  <cp:revision>12</cp:revision>
  <cp:lastPrinted>2017-11-28T17:18:00Z</cp:lastPrinted>
  <dcterms:created xsi:type="dcterms:W3CDTF">2023-11-16T10:29:00Z</dcterms:created>
  <dcterms:modified xsi:type="dcterms:W3CDTF">2025-02-14T07:03:00Z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